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51052" w14:textId="77777777" w:rsidR="00F8578D" w:rsidRPr="004D6BA2" w:rsidRDefault="00F8578D">
      <w:pPr>
        <w:rPr>
          <w:rFonts w:ascii="Arial" w:hAnsi="Arial" w:cs="Arial"/>
        </w:rPr>
      </w:pPr>
    </w:p>
    <w:p w14:paraId="7A5AFEB3" w14:textId="77777777" w:rsidR="00EA07F9" w:rsidRPr="00EA07F9" w:rsidRDefault="00EA07F9" w:rsidP="004D6BA2">
      <w:pPr>
        <w:jc w:val="center"/>
        <w:rPr>
          <w:rFonts w:ascii="Arial" w:hAnsi="Arial" w:cs="Arial"/>
          <w:sz w:val="36"/>
          <w:szCs w:val="36"/>
        </w:rPr>
      </w:pPr>
      <w:r w:rsidRPr="00EA07F9">
        <w:rPr>
          <w:rFonts w:ascii="Arial" w:hAnsi="Arial" w:cs="Arial"/>
          <w:b/>
          <w:bCs/>
          <w:sz w:val="36"/>
          <w:szCs w:val="36"/>
        </w:rPr>
        <w:t>REFERENCE FORM</w:t>
      </w:r>
    </w:p>
    <w:p w14:paraId="0FEA030E" w14:textId="0468C26B" w:rsidR="00EA07F9" w:rsidRPr="00EA07F9" w:rsidRDefault="00EA07F9" w:rsidP="00EA07F9">
      <w:pPr>
        <w:rPr>
          <w:rFonts w:ascii="Arial" w:hAnsi="Arial" w:cs="Arial"/>
        </w:rPr>
      </w:pPr>
      <w:r w:rsidRPr="00EA07F9">
        <w:rPr>
          <w:rFonts w:ascii="Arial" w:hAnsi="Arial" w:cs="Arial"/>
        </w:rPr>
        <w:t xml:space="preserve">Each proponent is requested to provide three (3) references from clients who have obtained services as described in this RFP within the last three (3) years. Please ensure all information provided is </w:t>
      </w:r>
      <w:r w:rsidR="001B752B">
        <w:rPr>
          <w:rFonts w:ascii="Arial" w:hAnsi="Arial" w:cs="Arial"/>
        </w:rPr>
        <w:t xml:space="preserve">both </w:t>
      </w:r>
      <w:r w:rsidRPr="00EA07F9">
        <w:rPr>
          <w:rFonts w:ascii="Arial" w:hAnsi="Arial" w:cs="Arial"/>
        </w:rPr>
        <w:t>current and accurate.</w:t>
      </w:r>
    </w:p>
    <w:p w14:paraId="1F83E477" w14:textId="77777777" w:rsidR="00EA07F9" w:rsidRPr="00EA07F9" w:rsidRDefault="00000000" w:rsidP="00EA07F9">
      <w:pPr>
        <w:rPr>
          <w:rFonts w:ascii="Arial" w:hAnsi="Arial" w:cs="Arial"/>
        </w:rPr>
      </w:pPr>
      <w:r>
        <w:rPr>
          <w:rFonts w:ascii="Arial" w:hAnsi="Arial" w:cs="Arial"/>
        </w:rPr>
        <w:pict w14:anchorId="31350F40">
          <v:rect id="_x0000_i1025" style="width:0;height:1.5pt" o:hralign="center" o:hrstd="t" o:hr="t" fillcolor="#a0a0a0" stroked="f"/>
        </w:pict>
      </w:r>
    </w:p>
    <w:p w14:paraId="21E05B6F" w14:textId="77777777" w:rsidR="00EA07F9" w:rsidRPr="00EA07F9" w:rsidRDefault="00EA07F9" w:rsidP="00EA07F9">
      <w:pPr>
        <w:rPr>
          <w:rFonts w:ascii="Arial" w:hAnsi="Arial" w:cs="Arial"/>
          <w:b/>
          <w:bCs/>
        </w:rPr>
      </w:pPr>
      <w:r w:rsidRPr="00EA07F9">
        <w:rPr>
          <w:rFonts w:ascii="Arial" w:hAnsi="Arial" w:cs="Arial"/>
          <w:b/>
          <w:bCs/>
        </w:rPr>
        <w:t>Reference #1</w:t>
      </w:r>
    </w:p>
    <w:p w14:paraId="37207FA0" w14:textId="77777777" w:rsidR="00EA07F9" w:rsidRPr="00EA07F9" w:rsidRDefault="00EA07F9" w:rsidP="00EA07F9">
      <w:pPr>
        <w:numPr>
          <w:ilvl w:val="0"/>
          <w:numId w:val="1"/>
        </w:numPr>
        <w:rPr>
          <w:rFonts w:ascii="Arial" w:hAnsi="Arial" w:cs="Arial"/>
        </w:rPr>
      </w:pPr>
      <w:r w:rsidRPr="00EA07F9">
        <w:rPr>
          <w:rFonts w:ascii="Arial" w:hAnsi="Arial" w:cs="Arial"/>
          <w:b/>
          <w:bCs/>
        </w:rPr>
        <w:t>Company Name:</w:t>
      </w:r>
    </w:p>
    <w:p w14:paraId="74CCEFD8" w14:textId="77777777" w:rsidR="00EA07F9" w:rsidRPr="00EA07F9" w:rsidRDefault="00EA07F9" w:rsidP="00EA07F9">
      <w:pPr>
        <w:numPr>
          <w:ilvl w:val="0"/>
          <w:numId w:val="1"/>
        </w:numPr>
        <w:rPr>
          <w:rFonts w:ascii="Arial" w:hAnsi="Arial" w:cs="Arial"/>
        </w:rPr>
      </w:pPr>
      <w:r w:rsidRPr="00EA07F9">
        <w:rPr>
          <w:rFonts w:ascii="Arial" w:hAnsi="Arial" w:cs="Arial"/>
          <w:b/>
          <w:bCs/>
        </w:rPr>
        <w:t>Company Address (Physical or Digital):</w:t>
      </w:r>
    </w:p>
    <w:p w14:paraId="751A1FAF" w14:textId="77777777" w:rsidR="00EA07F9" w:rsidRPr="00EA07F9" w:rsidRDefault="00EA07F9" w:rsidP="00EA07F9">
      <w:pPr>
        <w:numPr>
          <w:ilvl w:val="0"/>
          <w:numId w:val="1"/>
        </w:numPr>
        <w:rPr>
          <w:rFonts w:ascii="Arial" w:hAnsi="Arial" w:cs="Arial"/>
        </w:rPr>
      </w:pPr>
      <w:r w:rsidRPr="00EA07F9">
        <w:rPr>
          <w:rFonts w:ascii="Arial" w:hAnsi="Arial" w:cs="Arial"/>
          <w:b/>
          <w:bCs/>
        </w:rPr>
        <w:t>Primary Contact Name:</w:t>
      </w:r>
    </w:p>
    <w:p w14:paraId="063E8446" w14:textId="77777777" w:rsidR="00EA07F9" w:rsidRPr="00EA07F9" w:rsidRDefault="00EA07F9" w:rsidP="00EA07F9">
      <w:pPr>
        <w:numPr>
          <w:ilvl w:val="0"/>
          <w:numId w:val="1"/>
        </w:numPr>
        <w:rPr>
          <w:rFonts w:ascii="Arial" w:hAnsi="Arial" w:cs="Arial"/>
        </w:rPr>
      </w:pPr>
      <w:r w:rsidRPr="00EA07F9">
        <w:rPr>
          <w:rFonts w:ascii="Arial" w:hAnsi="Arial" w:cs="Arial"/>
          <w:b/>
          <w:bCs/>
        </w:rPr>
        <w:t>Primary Contact Title/Role:</w:t>
      </w:r>
    </w:p>
    <w:p w14:paraId="2765231C" w14:textId="77777777" w:rsidR="00EA07F9" w:rsidRPr="00EA07F9" w:rsidRDefault="00EA07F9" w:rsidP="00EA07F9">
      <w:pPr>
        <w:numPr>
          <w:ilvl w:val="0"/>
          <w:numId w:val="1"/>
        </w:numPr>
        <w:rPr>
          <w:rFonts w:ascii="Arial" w:hAnsi="Arial" w:cs="Arial"/>
        </w:rPr>
      </w:pPr>
      <w:r w:rsidRPr="00EA07F9">
        <w:rPr>
          <w:rFonts w:ascii="Arial" w:hAnsi="Arial" w:cs="Arial"/>
          <w:b/>
          <w:bCs/>
        </w:rPr>
        <w:t>Contact Telephone Number (Direct/Office):</w:t>
      </w:r>
    </w:p>
    <w:p w14:paraId="6E00AD0E" w14:textId="77777777" w:rsidR="00EA07F9" w:rsidRPr="00EA07F9" w:rsidRDefault="00EA07F9" w:rsidP="00EA07F9">
      <w:pPr>
        <w:numPr>
          <w:ilvl w:val="0"/>
          <w:numId w:val="1"/>
        </w:numPr>
        <w:rPr>
          <w:rFonts w:ascii="Arial" w:hAnsi="Arial" w:cs="Arial"/>
        </w:rPr>
      </w:pPr>
      <w:r w:rsidRPr="00EA07F9">
        <w:rPr>
          <w:rFonts w:ascii="Arial" w:hAnsi="Arial" w:cs="Arial"/>
          <w:b/>
          <w:bCs/>
        </w:rPr>
        <w:t>Contact Email Address (Optional):</w:t>
      </w:r>
    </w:p>
    <w:p w14:paraId="2AFBE1A8" w14:textId="77777777" w:rsidR="00EA07F9" w:rsidRPr="00EA07F9" w:rsidRDefault="00EA07F9" w:rsidP="00EA07F9">
      <w:pPr>
        <w:numPr>
          <w:ilvl w:val="0"/>
          <w:numId w:val="1"/>
        </w:numPr>
        <w:rPr>
          <w:rFonts w:ascii="Arial" w:hAnsi="Arial" w:cs="Arial"/>
        </w:rPr>
      </w:pPr>
      <w:r w:rsidRPr="00EA07F9">
        <w:rPr>
          <w:rFonts w:ascii="Arial" w:hAnsi="Arial" w:cs="Arial"/>
          <w:b/>
          <w:bCs/>
        </w:rPr>
        <w:t>Date Work Undertaken:</w:t>
      </w:r>
    </w:p>
    <w:p w14:paraId="1C0CAF58" w14:textId="77777777" w:rsidR="00EA07F9" w:rsidRPr="00EA07F9" w:rsidRDefault="00EA07F9" w:rsidP="00EA07F9">
      <w:pPr>
        <w:numPr>
          <w:ilvl w:val="0"/>
          <w:numId w:val="1"/>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2DAF771F" w14:textId="77777777" w:rsidR="00EA07F9" w:rsidRPr="00EA07F9" w:rsidRDefault="00EA07F9" w:rsidP="00EA07F9">
      <w:pPr>
        <w:numPr>
          <w:ilvl w:val="1"/>
          <w:numId w:val="1"/>
        </w:numPr>
        <w:rPr>
          <w:rFonts w:ascii="Arial" w:hAnsi="Arial" w:cs="Arial"/>
        </w:rPr>
      </w:pPr>
      <w:r w:rsidRPr="00EA07F9">
        <w:rPr>
          <w:rFonts w:ascii="Arial" w:hAnsi="Arial" w:cs="Arial"/>
        </w:rPr>
        <w:t>Deliverables:</w:t>
      </w:r>
    </w:p>
    <w:p w14:paraId="3F79A3EC" w14:textId="77777777" w:rsidR="00EA07F9" w:rsidRPr="00EA07F9" w:rsidRDefault="00EA07F9" w:rsidP="00EA07F9">
      <w:pPr>
        <w:numPr>
          <w:ilvl w:val="1"/>
          <w:numId w:val="1"/>
        </w:numPr>
        <w:rPr>
          <w:rFonts w:ascii="Arial" w:hAnsi="Arial" w:cs="Arial"/>
        </w:rPr>
      </w:pPr>
      <w:r w:rsidRPr="00EA07F9">
        <w:rPr>
          <w:rFonts w:ascii="Arial" w:hAnsi="Arial" w:cs="Arial"/>
        </w:rPr>
        <w:t>Outcome or Impact:</w:t>
      </w:r>
    </w:p>
    <w:p w14:paraId="38926F66" w14:textId="77777777" w:rsidR="00EA07F9" w:rsidRPr="00EA07F9" w:rsidRDefault="00000000" w:rsidP="00EA07F9">
      <w:pPr>
        <w:rPr>
          <w:rFonts w:ascii="Arial" w:hAnsi="Arial" w:cs="Arial"/>
        </w:rPr>
      </w:pPr>
      <w:r>
        <w:rPr>
          <w:rFonts w:ascii="Arial" w:hAnsi="Arial" w:cs="Arial"/>
        </w:rPr>
        <w:pict w14:anchorId="5B96C524">
          <v:rect id="_x0000_i1026" style="width:0;height:1.5pt" o:hralign="center" o:hrstd="t" o:hr="t" fillcolor="#a0a0a0" stroked="f"/>
        </w:pict>
      </w:r>
    </w:p>
    <w:p w14:paraId="64C86DA6" w14:textId="77777777" w:rsidR="00EA07F9" w:rsidRPr="00EA07F9" w:rsidRDefault="00EA07F9" w:rsidP="00EA07F9">
      <w:pPr>
        <w:rPr>
          <w:rFonts w:ascii="Arial" w:hAnsi="Arial" w:cs="Arial"/>
          <w:b/>
          <w:bCs/>
        </w:rPr>
      </w:pPr>
      <w:r w:rsidRPr="00EA07F9">
        <w:rPr>
          <w:rFonts w:ascii="Arial" w:hAnsi="Arial" w:cs="Arial"/>
          <w:b/>
          <w:bCs/>
        </w:rPr>
        <w:t>Reference #2</w:t>
      </w:r>
    </w:p>
    <w:p w14:paraId="78237216" w14:textId="77777777" w:rsidR="00EA07F9" w:rsidRPr="00EA07F9" w:rsidRDefault="00EA07F9" w:rsidP="00EA07F9">
      <w:pPr>
        <w:numPr>
          <w:ilvl w:val="0"/>
          <w:numId w:val="2"/>
        </w:numPr>
        <w:rPr>
          <w:rFonts w:ascii="Arial" w:hAnsi="Arial" w:cs="Arial"/>
        </w:rPr>
      </w:pPr>
      <w:r w:rsidRPr="00EA07F9">
        <w:rPr>
          <w:rFonts w:ascii="Arial" w:hAnsi="Arial" w:cs="Arial"/>
          <w:b/>
          <w:bCs/>
        </w:rPr>
        <w:t>Company Name:</w:t>
      </w:r>
    </w:p>
    <w:p w14:paraId="02DCAEB5" w14:textId="77777777" w:rsidR="00EA07F9" w:rsidRPr="00EA07F9" w:rsidRDefault="00EA07F9" w:rsidP="00EA07F9">
      <w:pPr>
        <w:numPr>
          <w:ilvl w:val="0"/>
          <w:numId w:val="2"/>
        </w:numPr>
        <w:rPr>
          <w:rFonts w:ascii="Arial" w:hAnsi="Arial" w:cs="Arial"/>
        </w:rPr>
      </w:pPr>
      <w:r w:rsidRPr="00EA07F9">
        <w:rPr>
          <w:rFonts w:ascii="Arial" w:hAnsi="Arial" w:cs="Arial"/>
          <w:b/>
          <w:bCs/>
        </w:rPr>
        <w:t>Company Address (Physical or Digital):</w:t>
      </w:r>
    </w:p>
    <w:p w14:paraId="6726FAD7" w14:textId="77777777" w:rsidR="00EA07F9" w:rsidRPr="00EA07F9" w:rsidRDefault="00EA07F9" w:rsidP="00EA07F9">
      <w:pPr>
        <w:numPr>
          <w:ilvl w:val="0"/>
          <w:numId w:val="2"/>
        </w:numPr>
        <w:rPr>
          <w:rFonts w:ascii="Arial" w:hAnsi="Arial" w:cs="Arial"/>
        </w:rPr>
      </w:pPr>
      <w:r w:rsidRPr="00EA07F9">
        <w:rPr>
          <w:rFonts w:ascii="Arial" w:hAnsi="Arial" w:cs="Arial"/>
          <w:b/>
          <w:bCs/>
        </w:rPr>
        <w:t>Primary Contact Name:</w:t>
      </w:r>
    </w:p>
    <w:p w14:paraId="5D7206F0" w14:textId="77777777" w:rsidR="00EA07F9" w:rsidRPr="00EA07F9" w:rsidRDefault="00EA07F9" w:rsidP="00EA07F9">
      <w:pPr>
        <w:numPr>
          <w:ilvl w:val="0"/>
          <w:numId w:val="2"/>
        </w:numPr>
        <w:rPr>
          <w:rFonts w:ascii="Arial" w:hAnsi="Arial" w:cs="Arial"/>
        </w:rPr>
      </w:pPr>
      <w:r w:rsidRPr="00EA07F9">
        <w:rPr>
          <w:rFonts w:ascii="Arial" w:hAnsi="Arial" w:cs="Arial"/>
          <w:b/>
          <w:bCs/>
        </w:rPr>
        <w:t>Primary Contact Title/Role:</w:t>
      </w:r>
    </w:p>
    <w:p w14:paraId="7A810731" w14:textId="77777777" w:rsidR="00EA07F9" w:rsidRPr="00EA07F9" w:rsidRDefault="00EA07F9" w:rsidP="00EA07F9">
      <w:pPr>
        <w:numPr>
          <w:ilvl w:val="0"/>
          <w:numId w:val="2"/>
        </w:numPr>
        <w:rPr>
          <w:rFonts w:ascii="Arial" w:hAnsi="Arial" w:cs="Arial"/>
        </w:rPr>
      </w:pPr>
      <w:r w:rsidRPr="00EA07F9">
        <w:rPr>
          <w:rFonts w:ascii="Arial" w:hAnsi="Arial" w:cs="Arial"/>
          <w:b/>
          <w:bCs/>
        </w:rPr>
        <w:t>Contact Telephone Number (Direct/Office):</w:t>
      </w:r>
    </w:p>
    <w:p w14:paraId="42FDD31E" w14:textId="77777777" w:rsidR="00EA07F9" w:rsidRPr="00EA07F9" w:rsidRDefault="00EA07F9" w:rsidP="00EA07F9">
      <w:pPr>
        <w:numPr>
          <w:ilvl w:val="0"/>
          <w:numId w:val="2"/>
        </w:numPr>
        <w:rPr>
          <w:rFonts w:ascii="Arial" w:hAnsi="Arial" w:cs="Arial"/>
        </w:rPr>
      </w:pPr>
      <w:r w:rsidRPr="00EA07F9">
        <w:rPr>
          <w:rFonts w:ascii="Arial" w:hAnsi="Arial" w:cs="Arial"/>
          <w:b/>
          <w:bCs/>
        </w:rPr>
        <w:t>Contact Email Address (Optional):</w:t>
      </w:r>
    </w:p>
    <w:p w14:paraId="1E990A88" w14:textId="77777777" w:rsidR="00EA07F9" w:rsidRPr="00EA07F9" w:rsidRDefault="00EA07F9" w:rsidP="00EA07F9">
      <w:pPr>
        <w:numPr>
          <w:ilvl w:val="0"/>
          <w:numId w:val="2"/>
        </w:numPr>
        <w:rPr>
          <w:rFonts w:ascii="Arial" w:hAnsi="Arial" w:cs="Arial"/>
        </w:rPr>
      </w:pPr>
      <w:r w:rsidRPr="00EA07F9">
        <w:rPr>
          <w:rFonts w:ascii="Arial" w:hAnsi="Arial" w:cs="Arial"/>
          <w:b/>
          <w:bCs/>
        </w:rPr>
        <w:t>Date Work Undertaken:</w:t>
      </w:r>
    </w:p>
    <w:p w14:paraId="7035B4B5" w14:textId="77777777" w:rsidR="00EA07F9" w:rsidRPr="00EA07F9" w:rsidRDefault="00EA07F9" w:rsidP="00EA07F9">
      <w:pPr>
        <w:numPr>
          <w:ilvl w:val="0"/>
          <w:numId w:val="2"/>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57627186" w14:textId="77777777" w:rsidR="00EA07F9" w:rsidRPr="00EA07F9" w:rsidRDefault="00EA07F9" w:rsidP="00EA07F9">
      <w:pPr>
        <w:numPr>
          <w:ilvl w:val="1"/>
          <w:numId w:val="2"/>
        </w:numPr>
        <w:rPr>
          <w:rFonts w:ascii="Arial" w:hAnsi="Arial" w:cs="Arial"/>
        </w:rPr>
      </w:pPr>
      <w:r w:rsidRPr="00EA07F9">
        <w:rPr>
          <w:rFonts w:ascii="Arial" w:hAnsi="Arial" w:cs="Arial"/>
        </w:rPr>
        <w:t>Deliverables:</w:t>
      </w:r>
    </w:p>
    <w:p w14:paraId="76A9FF90" w14:textId="77777777" w:rsidR="00EA07F9" w:rsidRDefault="00EA07F9" w:rsidP="00EA07F9">
      <w:pPr>
        <w:numPr>
          <w:ilvl w:val="1"/>
          <w:numId w:val="2"/>
        </w:numPr>
        <w:rPr>
          <w:rFonts w:ascii="Arial" w:hAnsi="Arial" w:cs="Arial"/>
        </w:rPr>
      </w:pPr>
      <w:r w:rsidRPr="00EA07F9">
        <w:rPr>
          <w:rFonts w:ascii="Arial" w:hAnsi="Arial" w:cs="Arial"/>
        </w:rPr>
        <w:t>Outcome or Impact:</w:t>
      </w:r>
    </w:p>
    <w:p w14:paraId="0D0A74C4" w14:textId="77777777" w:rsidR="00BB10BE" w:rsidRPr="00EA07F9" w:rsidRDefault="00BB10BE" w:rsidP="00BB10BE">
      <w:pPr>
        <w:rPr>
          <w:rFonts w:ascii="Arial" w:hAnsi="Arial" w:cs="Arial"/>
        </w:rPr>
      </w:pPr>
    </w:p>
    <w:p w14:paraId="72BE2800" w14:textId="77777777" w:rsidR="00EA07F9" w:rsidRPr="00EA07F9" w:rsidRDefault="00000000" w:rsidP="00EA07F9">
      <w:pPr>
        <w:rPr>
          <w:rFonts w:ascii="Arial" w:hAnsi="Arial" w:cs="Arial"/>
        </w:rPr>
      </w:pPr>
      <w:r>
        <w:rPr>
          <w:rFonts w:ascii="Arial" w:hAnsi="Arial" w:cs="Arial"/>
        </w:rPr>
        <w:lastRenderedPageBreak/>
        <w:pict w14:anchorId="4215ED70">
          <v:rect id="_x0000_i1027" style="width:0;height:1.5pt" o:hralign="center" o:hrstd="t" o:hr="t" fillcolor="#a0a0a0" stroked="f"/>
        </w:pict>
      </w:r>
    </w:p>
    <w:p w14:paraId="04118F66" w14:textId="77777777" w:rsidR="00EA07F9" w:rsidRPr="00EA07F9" w:rsidRDefault="00EA07F9" w:rsidP="00EA07F9">
      <w:pPr>
        <w:rPr>
          <w:rFonts w:ascii="Arial" w:hAnsi="Arial" w:cs="Arial"/>
          <w:b/>
          <w:bCs/>
        </w:rPr>
      </w:pPr>
      <w:r w:rsidRPr="00EA07F9">
        <w:rPr>
          <w:rFonts w:ascii="Arial" w:hAnsi="Arial" w:cs="Arial"/>
          <w:b/>
          <w:bCs/>
        </w:rPr>
        <w:t>Reference #3</w:t>
      </w:r>
    </w:p>
    <w:p w14:paraId="30B6F839" w14:textId="77777777" w:rsidR="00EA07F9" w:rsidRPr="00EA07F9" w:rsidRDefault="00EA07F9" w:rsidP="00EA07F9">
      <w:pPr>
        <w:numPr>
          <w:ilvl w:val="0"/>
          <w:numId w:val="3"/>
        </w:numPr>
        <w:rPr>
          <w:rFonts w:ascii="Arial" w:hAnsi="Arial" w:cs="Arial"/>
        </w:rPr>
      </w:pPr>
      <w:r w:rsidRPr="00EA07F9">
        <w:rPr>
          <w:rFonts w:ascii="Arial" w:hAnsi="Arial" w:cs="Arial"/>
          <w:b/>
          <w:bCs/>
        </w:rPr>
        <w:t>Company Name:</w:t>
      </w:r>
    </w:p>
    <w:p w14:paraId="765D7713" w14:textId="77777777" w:rsidR="00EA07F9" w:rsidRPr="00EA07F9" w:rsidRDefault="00EA07F9" w:rsidP="00EA07F9">
      <w:pPr>
        <w:numPr>
          <w:ilvl w:val="0"/>
          <w:numId w:val="3"/>
        </w:numPr>
        <w:rPr>
          <w:rFonts w:ascii="Arial" w:hAnsi="Arial" w:cs="Arial"/>
        </w:rPr>
      </w:pPr>
      <w:r w:rsidRPr="00EA07F9">
        <w:rPr>
          <w:rFonts w:ascii="Arial" w:hAnsi="Arial" w:cs="Arial"/>
          <w:b/>
          <w:bCs/>
        </w:rPr>
        <w:t>Company Address (Physical or Digital):</w:t>
      </w:r>
    </w:p>
    <w:p w14:paraId="7AAE01F8" w14:textId="77777777" w:rsidR="00EA07F9" w:rsidRPr="00EA07F9" w:rsidRDefault="00EA07F9" w:rsidP="00EA07F9">
      <w:pPr>
        <w:numPr>
          <w:ilvl w:val="0"/>
          <w:numId w:val="3"/>
        </w:numPr>
        <w:rPr>
          <w:rFonts w:ascii="Arial" w:hAnsi="Arial" w:cs="Arial"/>
        </w:rPr>
      </w:pPr>
      <w:r w:rsidRPr="00EA07F9">
        <w:rPr>
          <w:rFonts w:ascii="Arial" w:hAnsi="Arial" w:cs="Arial"/>
          <w:b/>
          <w:bCs/>
        </w:rPr>
        <w:t>Primary Contact Name:</w:t>
      </w:r>
    </w:p>
    <w:p w14:paraId="008E80DB" w14:textId="77777777" w:rsidR="00EA07F9" w:rsidRPr="00EA07F9" w:rsidRDefault="00EA07F9" w:rsidP="00EA07F9">
      <w:pPr>
        <w:numPr>
          <w:ilvl w:val="0"/>
          <w:numId w:val="3"/>
        </w:numPr>
        <w:rPr>
          <w:rFonts w:ascii="Arial" w:hAnsi="Arial" w:cs="Arial"/>
        </w:rPr>
      </w:pPr>
      <w:r w:rsidRPr="00EA07F9">
        <w:rPr>
          <w:rFonts w:ascii="Arial" w:hAnsi="Arial" w:cs="Arial"/>
          <w:b/>
          <w:bCs/>
        </w:rPr>
        <w:t>Primary Contact Title/Role:</w:t>
      </w:r>
    </w:p>
    <w:p w14:paraId="75F20B7A" w14:textId="77777777" w:rsidR="00EA07F9" w:rsidRPr="00EA07F9" w:rsidRDefault="00EA07F9" w:rsidP="00EA07F9">
      <w:pPr>
        <w:numPr>
          <w:ilvl w:val="0"/>
          <w:numId w:val="3"/>
        </w:numPr>
        <w:rPr>
          <w:rFonts w:ascii="Arial" w:hAnsi="Arial" w:cs="Arial"/>
        </w:rPr>
      </w:pPr>
      <w:r w:rsidRPr="00EA07F9">
        <w:rPr>
          <w:rFonts w:ascii="Arial" w:hAnsi="Arial" w:cs="Arial"/>
          <w:b/>
          <w:bCs/>
        </w:rPr>
        <w:t>Contact Telephone Number (Direct/Office):</w:t>
      </w:r>
    </w:p>
    <w:p w14:paraId="61AF30D2" w14:textId="77777777" w:rsidR="00EA07F9" w:rsidRPr="00EA07F9" w:rsidRDefault="00EA07F9" w:rsidP="00EA07F9">
      <w:pPr>
        <w:numPr>
          <w:ilvl w:val="0"/>
          <w:numId w:val="3"/>
        </w:numPr>
        <w:rPr>
          <w:rFonts w:ascii="Arial" w:hAnsi="Arial" w:cs="Arial"/>
        </w:rPr>
      </w:pPr>
      <w:r w:rsidRPr="00EA07F9">
        <w:rPr>
          <w:rFonts w:ascii="Arial" w:hAnsi="Arial" w:cs="Arial"/>
          <w:b/>
          <w:bCs/>
        </w:rPr>
        <w:t>Contact Email Address (Optional):</w:t>
      </w:r>
    </w:p>
    <w:p w14:paraId="18F0C414" w14:textId="77777777" w:rsidR="00EA07F9" w:rsidRPr="00EA07F9" w:rsidRDefault="00EA07F9" w:rsidP="00EA07F9">
      <w:pPr>
        <w:numPr>
          <w:ilvl w:val="0"/>
          <w:numId w:val="3"/>
        </w:numPr>
        <w:rPr>
          <w:rFonts w:ascii="Arial" w:hAnsi="Arial" w:cs="Arial"/>
        </w:rPr>
      </w:pPr>
      <w:r w:rsidRPr="00EA07F9">
        <w:rPr>
          <w:rFonts w:ascii="Arial" w:hAnsi="Arial" w:cs="Arial"/>
          <w:b/>
          <w:bCs/>
        </w:rPr>
        <w:t>Date Work Undertaken:</w:t>
      </w:r>
    </w:p>
    <w:p w14:paraId="679EFA4C" w14:textId="77777777" w:rsidR="00EA07F9" w:rsidRPr="00EA07F9" w:rsidRDefault="00EA07F9" w:rsidP="00EA07F9">
      <w:pPr>
        <w:numPr>
          <w:ilvl w:val="0"/>
          <w:numId w:val="3"/>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58F516F1" w14:textId="77777777" w:rsidR="00EA07F9" w:rsidRPr="00EA07F9" w:rsidRDefault="00EA07F9" w:rsidP="00EA07F9">
      <w:pPr>
        <w:numPr>
          <w:ilvl w:val="1"/>
          <w:numId w:val="3"/>
        </w:numPr>
        <w:rPr>
          <w:rFonts w:ascii="Arial" w:hAnsi="Arial" w:cs="Arial"/>
        </w:rPr>
      </w:pPr>
      <w:r w:rsidRPr="00EA07F9">
        <w:rPr>
          <w:rFonts w:ascii="Arial" w:hAnsi="Arial" w:cs="Arial"/>
        </w:rPr>
        <w:t>Deliverables:</w:t>
      </w:r>
    </w:p>
    <w:p w14:paraId="4D7DF384" w14:textId="77777777" w:rsidR="00EA07F9" w:rsidRPr="00EA07F9" w:rsidRDefault="00EA07F9" w:rsidP="00EA07F9">
      <w:pPr>
        <w:numPr>
          <w:ilvl w:val="1"/>
          <w:numId w:val="3"/>
        </w:numPr>
        <w:rPr>
          <w:rFonts w:ascii="Arial" w:hAnsi="Arial" w:cs="Arial"/>
        </w:rPr>
      </w:pPr>
      <w:r w:rsidRPr="00EA07F9">
        <w:rPr>
          <w:rFonts w:ascii="Arial" w:hAnsi="Arial" w:cs="Arial"/>
        </w:rPr>
        <w:t>Outcome or Impact:</w:t>
      </w:r>
    </w:p>
    <w:p w14:paraId="73F3F23B" w14:textId="77777777" w:rsidR="00EA07F9" w:rsidRPr="00EA07F9" w:rsidRDefault="00000000" w:rsidP="00EA07F9">
      <w:pPr>
        <w:rPr>
          <w:rFonts w:ascii="Arial" w:hAnsi="Arial" w:cs="Arial"/>
        </w:rPr>
      </w:pPr>
      <w:r>
        <w:rPr>
          <w:rFonts w:ascii="Arial" w:hAnsi="Arial" w:cs="Arial"/>
        </w:rPr>
        <w:pict w14:anchorId="5E42C916">
          <v:rect id="_x0000_i1028" style="width:0;height:1.5pt" o:hralign="center" o:hrstd="t" o:hr="t" fillcolor="#a0a0a0" stroked="f"/>
        </w:pict>
      </w:r>
    </w:p>
    <w:p w14:paraId="3AD9B4BF" w14:textId="0EC39046" w:rsidR="00BB10BE" w:rsidRPr="00BB10BE" w:rsidRDefault="00EA07F9" w:rsidP="007151D4">
      <w:pPr>
        <w:spacing w:line="276" w:lineRule="auto"/>
        <w:rPr>
          <w:rFonts w:ascii="Arial" w:hAnsi="Arial" w:cs="Arial"/>
        </w:rPr>
      </w:pPr>
      <w:r w:rsidRPr="00EA07F9">
        <w:rPr>
          <w:rFonts w:ascii="Arial" w:hAnsi="Arial" w:cs="Arial"/>
          <w:b/>
          <w:bCs/>
        </w:rPr>
        <w:t>Data Protection Notice:</w:t>
      </w:r>
      <w:r w:rsidRPr="00EA07F9">
        <w:rPr>
          <w:rFonts w:ascii="Arial" w:hAnsi="Arial" w:cs="Arial"/>
        </w:rPr>
        <w:br/>
      </w:r>
      <w:r w:rsidR="00BB10BE" w:rsidRPr="00BB10BE">
        <w:rPr>
          <w:rFonts w:ascii="Arial" w:hAnsi="Arial" w:cs="Arial"/>
        </w:rPr>
        <w:t xml:space="preserve">By submitting the aforementioned details, you consent to the sharing of this information exclusively for the purposes of the current RFP process. We are committed to safeguarding your privacy and will manage all information in strict compliance with applicable data protection laws and regulations.  </w:t>
      </w:r>
    </w:p>
    <w:p w14:paraId="70A0B51F" w14:textId="7F827D4E" w:rsidR="00EA07F9" w:rsidRPr="00EA07F9" w:rsidRDefault="00BB10BE" w:rsidP="007151D4">
      <w:pPr>
        <w:spacing w:line="276" w:lineRule="auto"/>
        <w:rPr>
          <w:rFonts w:ascii="Arial" w:hAnsi="Arial" w:cs="Arial"/>
        </w:rPr>
      </w:pPr>
      <w:r w:rsidRPr="00BB10BE">
        <w:rPr>
          <w:rFonts w:ascii="Arial" w:hAnsi="Arial" w:cs="Arial"/>
        </w:rPr>
        <w:t>For any inquiries or concerns, please reach out to Dwight Walker, Procurement Specialist, at procurement@cimh.edu.bb.</w:t>
      </w:r>
    </w:p>
    <w:p w14:paraId="6051517C" w14:textId="70ADF840" w:rsidR="00EA07F9" w:rsidRPr="00EA07F9" w:rsidRDefault="00EA07F9" w:rsidP="00EA07F9">
      <w:pPr>
        <w:rPr>
          <w:rFonts w:ascii="Arial" w:hAnsi="Arial" w:cs="Arial"/>
        </w:rPr>
      </w:pPr>
    </w:p>
    <w:p w14:paraId="4AEB1E20" w14:textId="77777777" w:rsidR="00EA07F9" w:rsidRPr="004D6BA2" w:rsidRDefault="00EA07F9">
      <w:pPr>
        <w:rPr>
          <w:rFonts w:ascii="Arial" w:hAnsi="Arial" w:cs="Arial"/>
        </w:rPr>
      </w:pPr>
    </w:p>
    <w:sectPr w:rsidR="00EA07F9" w:rsidRPr="004D6BA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BCC7B" w14:textId="77777777" w:rsidR="00662B84" w:rsidRDefault="00662B84" w:rsidP="00BB10BE">
      <w:pPr>
        <w:spacing w:after="0" w:line="240" w:lineRule="auto"/>
      </w:pPr>
      <w:r>
        <w:separator/>
      </w:r>
    </w:p>
  </w:endnote>
  <w:endnote w:type="continuationSeparator" w:id="0">
    <w:p w14:paraId="76E380DF" w14:textId="77777777" w:rsidR="00662B84" w:rsidRDefault="00662B84" w:rsidP="00BB1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538E5" w14:textId="77777777" w:rsidR="007151D4" w:rsidRDefault="007151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230373"/>
      <w:docPartObj>
        <w:docPartGallery w:val="Page Numbers (Bottom of Page)"/>
        <w:docPartUnique/>
      </w:docPartObj>
    </w:sdtPr>
    <w:sdtEndPr>
      <w:rPr>
        <w:noProof/>
      </w:rPr>
    </w:sdtEndPr>
    <w:sdtContent>
      <w:p w14:paraId="005EFB4F" w14:textId="4492149B" w:rsidR="00BB10BE" w:rsidRDefault="00BB10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708860" w14:textId="77777777" w:rsidR="00BB10BE" w:rsidRDefault="00BB10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31057" w14:textId="77777777" w:rsidR="007151D4" w:rsidRDefault="00715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4D4DC" w14:textId="77777777" w:rsidR="00662B84" w:rsidRDefault="00662B84" w:rsidP="00BB10BE">
      <w:pPr>
        <w:spacing w:after="0" w:line="240" w:lineRule="auto"/>
      </w:pPr>
      <w:r>
        <w:separator/>
      </w:r>
    </w:p>
  </w:footnote>
  <w:footnote w:type="continuationSeparator" w:id="0">
    <w:p w14:paraId="540076D6" w14:textId="77777777" w:rsidR="00662B84" w:rsidRDefault="00662B84" w:rsidP="00BB1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6C473" w14:textId="77777777" w:rsidR="007151D4" w:rsidRDefault="007151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8F0FB" w14:textId="014E1A31" w:rsidR="001B752B" w:rsidRPr="007151D4" w:rsidRDefault="007151D4">
    <w:pPr>
      <w:pStyle w:val="Header"/>
      <w:tabs>
        <w:tab w:val="clear" w:pos="4680"/>
        <w:tab w:val="clear" w:pos="9360"/>
      </w:tabs>
      <w:jc w:val="right"/>
      <w:rPr>
        <w:color w:val="7F7F7F" w:themeColor="text1" w:themeTint="80"/>
        <w:sz w:val="20"/>
        <w:szCs w:val="20"/>
      </w:rPr>
    </w:pPr>
    <w:sdt>
      <w:sdtPr>
        <w:rPr>
          <w:sz w:val="20"/>
          <w:szCs w:val="20"/>
        </w:rPr>
        <w:alias w:val="Title"/>
        <w:tag w:val=""/>
        <w:id w:val="1116400235"/>
        <w:placeholder>
          <w:docPart w:val="F18E7F457DDF4B7CA007BC7AC45C85F7"/>
        </w:placeholder>
        <w:dataBinding w:prefixMappings="xmlns:ns0='http://purl.org/dc/elements/1.1/' xmlns:ns1='http://schemas.openxmlformats.org/package/2006/metadata/core-properties' " w:xpath="/ns1:coreProperties[1]/ns0:title[1]" w:storeItemID="{6C3C8BC8-F283-45AE-878A-BAB7291924A1}"/>
        <w:text/>
      </w:sdtPr>
      <w:sdtContent>
        <w:r w:rsidRPr="007151D4">
          <w:rPr>
            <w:sz w:val="20"/>
            <w:szCs w:val="20"/>
          </w:rPr>
          <w:t>CLIMSA-RFP11-3.4.2</w:t>
        </w:r>
      </w:sdtContent>
    </w:sdt>
  </w:p>
  <w:p w14:paraId="3F31FAE4" w14:textId="77777777" w:rsidR="001B752B" w:rsidRDefault="001B75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4AB0A" w14:textId="77777777" w:rsidR="007151D4" w:rsidRDefault="007151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C38ED"/>
    <w:multiLevelType w:val="multilevel"/>
    <w:tmpl w:val="241C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A21FD3"/>
    <w:multiLevelType w:val="multilevel"/>
    <w:tmpl w:val="570A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586716"/>
    <w:multiLevelType w:val="multilevel"/>
    <w:tmpl w:val="FA088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A2583A"/>
    <w:multiLevelType w:val="multilevel"/>
    <w:tmpl w:val="D256B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2358817">
    <w:abstractNumId w:val="3"/>
  </w:num>
  <w:num w:numId="2" w16cid:durableId="1670979299">
    <w:abstractNumId w:val="2"/>
  </w:num>
  <w:num w:numId="3" w16cid:durableId="883559799">
    <w:abstractNumId w:val="1"/>
  </w:num>
  <w:num w:numId="4" w16cid:durableId="2140603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7F9"/>
    <w:rsid w:val="001B752B"/>
    <w:rsid w:val="003B781F"/>
    <w:rsid w:val="003E4701"/>
    <w:rsid w:val="00432799"/>
    <w:rsid w:val="004D6BA2"/>
    <w:rsid w:val="00662B84"/>
    <w:rsid w:val="007151D4"/>
    <w:rsid w:val="00722CDB"/>
    <w:rsid w:val="008117DB"/>
    <w:rsid w:val="00B50EFA"/>
    <w:rsid w:val="00BB10BE"/>
    <w:rsid w:val="00C446AC"/>
    <w:rsid w:val="00EA07F9"/>
    <w:rsid w:val="00F56986"/>
    <w:rsid w:val="00F85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4347F"/>
  <w15:chartTrackingRefBased/>
  <w15:docId w15:val="{A4F45AFD-A3F3-4A37-B802-B4C3FB97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07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07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07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7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7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7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7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7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7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7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07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07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7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7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7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7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7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7F9"/>
    <w:rPr>
      <w:rFonts w:eastAsiaTheme="majorEastAsia" w:cstheme="majorBidi"/>
      <w:color w:val="272727" w:themeColor="text1" w:themeTint="D8"/>
    </w:rPr>
  </w:style>
  <w:style w:type="paragraph" w:styleId="Title">
    <w:name w:val="Title"/>
    <w:basedOn w:val="Normal"/>
    <w:next w:val="Normal"/>
    <w:link w:val="TitleChar"/>
    <w:uiPriority w:val="10"/>
    <w:qFormat/>
    <w:rsid w:val="00EA0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7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7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7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7F9"/>
    <w:pPr>
      <w:spacing w:before="160"/>
      <w:jc w:val="center"/>
    </w:pPr>
    <w:rPr>
      <w:i/>
      <w:iCs/>
      <w:color w:val="404040" w:themeColor="text1" w:themeTint="BF"/>
    </w:rPr>
  </w:style>
  <w:style w:type="character" w:customStyle="1" w:styleId="QuoteChar">
    <w:name w:val="Quote Char"/>
    <w:basedOn w:val="DefaultParagraphFont"/>
    <w:link w:val="Quote"/>
    <w:uiPriority w:val="29"/>
    <w:rsid w:val="00EA07F9"/>
    <w:rPr>
      <w:i/>
      <w:iCs/>
      <w:color w:val="404040" w:themeColor="text1" w:themeTint="BF"/>
    </w:rPr>
  </w:style>
  <w:style w:type="paragraph" w:styleId="ListParagraph">
    <w:name w:val="List Paragraph"/>
    <w:basedOn w:val="Normal"/>
    <w:uiPriority w:val="34"/>
    <w:qFormat/>
    <w:rsid w:val="00EA07F9"/>
    <w:pPr>
      <w:ind w:left="720"/>
      <w:contextualSpacing/>
    </w:pPr>
  </w:style>
  <w:style w:type="character" w:styleId="IntenseEmphasis">
    <w:name w:val="Intense Emphasis"/>
    <w:basedOn w:val="DefaultParagraphFont"/>
    <w:uiPriority w:val="21"/>
    <w:qFormat/>
    <w:rsid w:val="00EA07F9"/>
    <w:rPr>
      <w:i/>
      <w:iCs/>
      <w:color w:val="0F4761" w:themeColor="accent1" w:themeShade="BF"/>
    </w:rPr>
  </w:style>
  <w:style w:type="paragraph" w:styleId="IntenseQuote">
    <w:name w:val="Intense Quote"/>
    <w:basedOn w:val="Normal"/>
    <w:next w:val="Normal"/>
    <w:link w:val="IntenseQuoteChar"/>
    <w:uiPriority w:val="30"/>
    <w:qFormat/>
    <w:rsid w:val="00EA07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7F9"/>
    <w:rPr>
      <w:i/>
      <w:iCs/>
      <w:color w:val="0F4761" w:themeColor="accent1" w:themeShade="BF"/>
    </w:rPr>
  </w:style>
  <w:style w:type="character" w:styleId="IntenseReference">
    <w:name w:val="Intense Reference"/>
    <w:basedOn w:val="DefaultParagraphFont"/>
    <w:uiPriority w:val="32"/>
    <w:qFormat/>
    <w:rsid w:val="00EA07F9"/>
    <w:rPr>
      <w:b/>
      <w:bCs/>
      <w:smallCaps/>
      <w:color w:val="0F4761" w:themeColor="accent1" w:themeShade="BF"/>
      <w:spacing w:val="5"/>
    </w:rPr>
  </w:style>
  <w:style w:type="paragraph" w:styleId="Header">
    <w:name w:val="header"/>
    <w:basedOn w:val="Normal"/>
    <w:link w:val="HeaderChar"/>
    <w:uiPriority w:val="99"/>
    <w:unhideWhenUsed/>
    <w:rsid w:val="00BB1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BE"/>
  </w:style>
  <w:style w:type="paragraph" w:styleId="Footer">
    <w:name w:val="footer"/>
    <w:basedOn w:val="Normal"/>
    <w:link w:val="FooterChar"/>
    <w:uiPriority w:val="99"/>
    <w:unhideWhenUsed/>
    <w:rsid w:val="00BB1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48529">
      <w:bodyDiv w:val="1"/>
      <w:marLeft w:val="0"/>
      <w:marRight w:val="0"/>
      <w:marTop w:val="0"/>
      <w:marBottom w:val="0"/>
      <w:divBdr>
        <w:top w:val="none" w:sz="0" w:space="0" w:color="auto"/>
        <w:left w:val="none" w:sz="0" w:space="0" w:color="auto"/>
        <w:bottom w:val="none" w:sz="0" w:space="0" w:color="auto"/>
        <w:right w:val="none" w:sz="0" w:space="0" w:color="auto"/>
      </w:divBdr>
    </w:div>
    <w:div w:id="97637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8E7F457DDF4B7CA007BC7AC45C85F7"/>
        <w:category>
          <w:name w:val="General"/>
          <w:gallery w:val="placeholder"/>
        </w:category>
        <w:types>
          <w:type w:val="bbPlcHdr"/>
        </w:types>
        <w:behaviors>
          <w:behavior w:val="content"/>
        </w:behaviors>
        <w:guid w:val="{4BA0F825-3E9D-4320-924A-D96B220403AF}"/>
      </w:docPartPr>
      <w:docPartBody>
        <w:p w:rsidR="00FB42D4" w:rsidRDefault="00572516" w:rsidP="00572516">
          <w:pPr>
            <w:pStyle w:val="F18E7F457DDF4B7CA007BC7AC45C85F7"/>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516"/>
    <w:rsid w:val="00572516"/>
    <w:rsid w:val="008117DB"/>
    <w:rsid w:val="00B50EFA"/>
    <w:rsid w:val="00DB5787"/>
    <w:rsid w:val="00F33B73"/>
    <w:rsid w:val="00FB4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8E7F457DDF4B7CA007BC7AC45C85F7">
    <w:name w:val="F18E7F457DDF4B7CA007BC7AC45C85F7"/>
    <w:rsid w:val="005725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232</Words>
  <Characters>1323</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CLIMSA-RFP11-3.4.2</dc:title>
  <dc:subject/>
  <dc:creator>Dwight Walker</dc:creator>
  <cp:keywords/>
  <dc:description/>
  <cp:lastModifiedBy>Dwight Walker</cp:lastModifiedBy>
  <cp:revision>2</cp:revision>
  <dcterms:created xsi:type="dcterms:W3CDTF">2025-03-25T15:47:00Z</dcterms:created>
  <dcterms:modified xsi:type="dcterms:W3CDTF">2025-03-25T15:47:00Z</dcterms:modified>
</cp:coreProperties>
</file>